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462FA" w14:textId="77777777" w:rsidR="004562EE" w:rsidRDefault="004562EE" w:rsidP="008235B4">
      <w:pPr>
        <w:pStyle w:val="AttorneyName"/>
        <w:rPr>
          <w:sz w:val="24"/>
          <w:szCs w:val="24"/>
        </w:rPr>
      </w:pPr>
    </w:p>
    <w:p w14:paraId="56B5F30D" w14:textId="77777777" w:rsidR="00575AF2" w:rsidRPr="0080415B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80415B">
        <w:rPr>
          <w:rFonts w:ascii="Times New Roman" w:hAnsi="Times New Roman" w:cs="Times New Roman"/>
          <w:b/>
          <w:sz w:val="24"/>
          <w:szCs w:val="24"/>
        </w:rPr>
        <w:t>YOUR NAME</w:t>
      </w:r>
    </w:p>
    <w:p w14:paraId="1D3A18A9" w14:textId="77777777" w:rsidR="00575AF2" w:rsidRPr="0080415B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80415B">
        <w:rPr>
          <w:rFonts w:ascii="Times New Roman" w:hAnsi="Times New Roman" w:cs="Times New Roman"/>
          <w:b/>
          <w:sz w:val="24"/>
          <w:szCs w:val="24"/>
        </w:rPr>
        <w:t>YOUR ADDRESS</w:t>
      </w:r>
    </w:p>
    <w:p w14:paraId="58D0C430" w14:textId="77777777" w:rsidR="00575AF2" w:rsidRPr="0080415B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80415B">
        <w:rPr>
          <w:rFonts w:ascii="Times New Roman" w:hAnsi="Times New Roman" w:cs="Times New Roman"/>
          <w:b/>
          <w:sz w:val="24"/>
          <w:szCs w:val="24"/>
        </w:rPr>
        <w:t>CITY, STATE, ZIP</w:t>
      </w:r>
    </w:p>
    <w:p w14:paraId="5C035980" w14:textId="77777777" w:rsidR="00575AF2" w:rsidRPr="0080415B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80415B">
        <w:rPr>
          <w:rFonts w:ascii="Times New Roman" w:hAnsi="Times New Roman" w:cs="Times New Roman"/>
          <w:b/>
          <w:sz w:val="24"/>
          <w:szCs w:val="24"/>
        </w:rPr>
        <w:t>PHONE NUMBER</w:t>
      </w:r>
    </w:p>
    <w:p w14:paraId="078D6B34" w14:textId="77777777" w:rsidR="007F6FCF" w:rsidRPr="0080415B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80415B">
        <w:rPr>
          <w:rFonts w:ascii="Times New Roman" w:hAnsi="Times New Roman" w:cs="Times New Roman"/>
          <w:b/>
          <w:sz w:val="24"/>
          <w:szCs w:val="24"/>
        </w:rPr>
        <w:t>EMAIL</w:t>
      </w:r>
    </w:p>
    <w:p w14:paraId="57566C5A" w14:textId="77777777" w:rsidR="00772D09" w:rsidRDefault="00772D09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</w:p>
    <w:p w14:paraId="298796F5" w14:textId="77777777" w:rsidR="00575AF2" w:rsidRPr="007F6FCF" w:rsidRDefault="00D4680A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Self-Represented</w:t>
      </w:r>
    </w:p>
    <w:p w14:paraId="51B6FBCF" w14:textId="77777777" w:rsidR="00575AF2" w:rsidRPr="007F6FCF" w:rsidRDefault="00575AF2" w:rsidP="004562EE">
      <w:pPr>
        <w:pStyle w:val="AttorneyName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3E726FD" w14:textId="77777777" w:rsidR="00575AF2" w:rsidRPr="007F6FCF" w:rsidRDefault="00575AF2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</w:p>
    <w:p w14:paraId="05CF9C3E" w14:textId="77777777" w:rsidR="008235B4" w:rsidRPr="007F6FCF" w:rsidRDefault="008235B4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</w:p>
    <w:p w14:paraId="08A9B265" w14:textId="77777777" w:rsidR="00C156A1" w:rsidRPr="007F6FCF" w:rsidRDefault="00C156A1" w:rsidP="008235B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12D852F" w14:textId="77777777" w:rsidR="008235B4" w:rsidRPr="007F6FCF" w:rsidRDefault="008235B4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FCF">
        <w:rPr>
          <w:rFonts w:ascii="Times New Roman" w:hAnsi="Times New Roman" w:cs="Times New Roman"/>
          <w:sz w:val="24"/>
          <w:szCs w:val="24"/>
        </w:rPr>
        <w:t>SUPERIOR COURT OF THE STATE OF CALIFORNIA</w:t>
      </w:r>
    </w:p>
    <w:p w14:paraId="7A5B5AA0" w14:textId="77777777" w:rsidR="008235B4" w:rsidRDefault="008235B4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FCF">
        <w:rPr>
          <w:rFonts w:ascii="Times New Roman" w:hAnsi="Times New Roman" w:cs="Times New Roman"/>
          <w:sz w:val="24"/>
          <w:szCs w:val="24"/>
        </w:rPr>
        <w:t xml:space="preserve">COUNTY OF </w:t>
      </w:r>
      <w:r w:rsidR="00CE5E93">
        <w:rPr>
          <w:rFonts w:ascii="Times New Roman" w:hAnsi="Times New Roman" w:cs="Times New Roman"/>
          <w:sz w:val="24"/>
          <w:szCs w:val="24"/>
        </w:rPr>
        <w:t xml:space="preserve"> KERN</w:t>
      </w:r>
    </w:p>
    <w:p w14:paraId="1DB0A463" w14:textId="77777777" w:rsidR="00CE5E93" w:rsidRDefault="00B04533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1122 JEFFERSON ST. </w:t>
      </w:r>
    </w:p>
    <w:p w14:paraId="1C9F31F9" w14:textId="77777777" w:rsidR="00CE5E93" w:rsidRDefault="00B04533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DELANO</w:t>
      </w:r>
      <w:r w:rsidR="00CE5E93">
        <w:rPr>
          <w:rFonts w:ascii="Times New Roman" w:hAnsi="Times New Roman" w:cs="Times New Roman"/>
          <w:sz w:val="24"/>
          <w:szCs w:val="24"/>
        </w:rPr>
        <w:t>, CA 93</w:t>
      </w:r>
      <w:r>
        <w:rPr>
          <w:rFonts w:ascii="Times New Roman" w:hAnsi="Times New Roman" w:cs="Times New Roman"/>
          <w:sz w:val="24"/>
          <w:szCs w:val="24"/>
        </w:rPr>
        <w:t>215</w:t>
      </w:r>
    </w:p>
    <w:p w14:paraId="224CE64A" w14:textId="40C19B6A" w:rsidR="00CE5E93" w:rsidRPr="007F6FCF" w:rsidRDefault="00CE5E93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(661) </w:t>
      </w:r>
      <w:r w:rsidR="008D704C">
        <w:rPr>
          <w:rFonts w:ascii="Times New Roman" w:hAnsi="Times New Roman" w:cs="Times New Roman"/>
          <w:sz w:val="24"/>
          <w:szCs w:val="24"/>
        </w:rPr>
        <w:t>610-7300</w:t>
      </w:r>
    </w:p>
    <w:p w14:paraId="7B2B6DA3" w14:textId="77777777" w:rsidR="008235B4" w:rsidRPr="007F6FCF" w:rsidRDefault="008235B4" w:rsidP="008235B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2"/>
        <w:gridCol w:w="276"/>
        <w:gridCol w:w="4902"/>
      </w:tblGrid>
      <w:tr w:rsidR="008235B4" w:rsidRPr="007F6FCF" w14:paraId="12CD20DF" w14:textId="77777777" w:rsidTr="008235B4">
        <w:tc>
          <w:tcPr>
            <w:tcW w:w="4902" w:type="dxa"/>
            <w:tcBorders>
              <w:bottom w:val="single" w:sz="4" w:space="0" w:color="auto"/>
            </w:tcBorders>
            <w:shd w:val="clear" w:color="auto" w:fill="auto"/>
          </w:tcPr>
          <w:p w14:paraId="4C19EE5D" w14:textId="77777777" w:rsidR="00575AF2" w:rsidRPr="007F6FCF" w:rsidRDefault="00CE5E93" w:rsidP="0082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ties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PEOPLE OF THE STATE OF CALIFORNIA</w:t>
            </w:r>
          </w:p>
          <w:p w14:paraId="19DA5236" w14:textId="77777777" w:rsidR="00575AF2" w:rsidRPr="007F6FCF" w:rsidRDefault="00575AF2" w:rsidP="0082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72D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14:paraId="67908EB9" w14:textId="77777777" w:rsidR="00575AF2" w:rsidRPr="007F6FCF" w:rsidRDefault="00772D09" w:rsidP="0082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v</w:t>
            </w:r>
            <w:r w:rsidR="00575AF2" w:rsidRPr="007F6F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C03662" w14:textId="77777777" w:rsidR="008235B4" w:rsidRPr="0080415B" w:rsidRDefault="006E093F" w:rsidP="00CE5E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15B">
              <w:rPr>
                <w:rFonts w:ascii="Times New Roman" w:hAnsi="Times New Roman" w:cs="Times New Roman"/>
                <w:b/>
                <w:sz w:val="24"/>
                <w:szCs w:val="24"/>
              </w:rPr>
              <w:t>[YOUR NAME HERE]</w:t>
            </w:r>
            <w:r w:rsidR="00575AF2" w:rsidRPr="0080415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575AF2" w:rsidRPr="0080415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772D09" w:rsidRPr="00804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276" w:type="dxa"/>
            <w:shd w:val="clear" w:color="auto" w:fill="auto"/>
          </w:tcPr>
          <w:p w14:paraId="7BF32C02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AEC43D6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4F32D01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012450C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7EFB459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1E6B61C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AE55312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AB0BFF8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9C14C2F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7947EAA" w14:textId="77777777" w:rsidR="008235B4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02" w:type="dxa"/>
            <w:shd w:val="clear" w:color="auto" w:fill="auto"/>
          </w:tcPr>
          <w:p w14:paraId="26CC2690" w14:textId="77777777" w:rsidR="00575AF2" w:rsidRPr="007F6FCF" w:rsidRDefault="00E277AD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CaseNumber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E5E93">
              <w:rPr>
                <w:rFonts w:ascii="Times New Roman" w:hAnsi="Times New Roman" w:cs="Times New Roman"/>
                <w:sz w:val="24"/>
                <w:szCs w:val="24"/>
              </w:rPr>
              <w:t>itation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No.: </w:t>
            </w:r>
            <w:r w:rsidR="0080415B" w:rsidRPr="0009730D">
              <w:rPr>
                <w:rFonts w:ascii="Times New Roman" w:hAnsi="Times New Roman" w:cs="Times New Roman"/>
                <w:b/>
                <w:sz w:val="24"/>
                <w:szCs w:val="24"/>
              </w:rPr>
              <w:t>[YOUR TICKET #]</w:t>
            </w:r>
          </w:p>
          <w:p w14:paraId="00F01DE2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72A17" w14:textId="77777777" w:rsidR="008235B4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Date:</w:t>
            </w:r>
            <w:r w:rsidR="00D60D95">
              <w:rPr>
                <w:rFonts w:ascii="Times New Roman" w:hAnsi="Times New Roman" w:cs="Times New Roman"/>
                <w:sz w:val="24"/>
                <w:szCs w:val="24"/>
              </w:rPr>
              <w:t xml:space="preserve"> Every Wednesday is available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093F" w:rsidRPr="0080415B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Pr="00804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10+ </w:t>
            </w:r>
            <w:r w:rsidR="0009730D">
              <w:rPr>
                <w:rFonts w:ascii="Times New Roman" w:hAnsi="Times New Roman" w:cs="Times New Roman"/>
                <w:b/>
                <w:sz w:val="24"/>
                <w:szCs w:val="24"/>
              </w:rPr>
              <w:t>Court</w:t>
            </w:r>
            <w:r w:rsidRPr="00804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Days After Service/Filing</w:t>
            </w:r>
            <w:r w:rsidR="006E093F" w:rsidRPr="0080415B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  <w:p w14:paraId="0BD676AC" w14:textId="77777777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359F2" w14:textId="57408BF7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Time:</w:t>
            </w:r>
            <w:r w:rsidR="00D60D95">
              <w:rPr>
                <w:rFonts w:ascii="Times New Roman" w:hAnsi="Times New Roman" w:cs="Times New Roman"/>
                <w:sz w:val="24"/>
                <w:szCs w:val="24"/>
              </w:rPr>
              <w:t xml:space="preserve"> 1:</w:t>
            </w:r>
            <w:r w:rsidR="001065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60D95"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EE769C" w14:textId="77777777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93129" w14:textId="77777777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Dept: </w:t>
            </w:r>
            <w:r w:rsidR="00D60D9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14:paraId="45EFE0B7" w14:textId="77777777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C98C3" w14:textId="77777777" w:rsidR="00CE5E93" w:rsidRPr="007F6FCF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MOTION </w:t>
            </w:r>
            <w:r w:rsidR="0004712F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REOPEN TRAFFIC CASE</w:t>
            </w:r>
          </w:p>
        </w:tc>
      </w:tr>
    </w:tbl>
    <w:p w14:paraId="6272CF0B" w14:textId="77777777" w:rsidR="00575AF2" w:rsidRPr="007F6FCF" w:rsidRDefault="00575AF2" w:rsidP="008235B4">
      <w:pPr>
        <w:rPr>
          <w:rFonts w:ascii="Times New Roman" w:hAnsi="Times New Roman" w:cs="Times New Roman"/>
          <w:sz w:val="24"/>
          <w:szCs w:val="24"/>
        </w:rPr>
      </w:pPr>
    </w:p>
    <w:p w14:paraId="697DD680" w14:textId="77777777" w:rsidR="00575AF2" w:rsidRPr="0080415B" w:rsidRDefault="00FA583C" w:rsidP="008235B4">
      <w:pPr>
        <w:rPr>
          <w:rFonts w:ascii="Times New Roman" w:hAnsi="Times New Roman" w:cs="Times New Roman"/>
          <w:b/>
          <w:sz w:val="24"/>
          <w:szCs w:val="24"/>
        </w:rPr>
      </w:pPr>
      <w:r w:rsidRPr="007F6FCF">
        <w:rPr>
          <w:rFonts w:ascii="Times New Roman" w:hAnsi="Times New Roman" w:cs="Times New Roman"/>
          <w:sz w:val="24"/>
          <w:szCs w:val="24"/>
        </w:rPr>
        <w:t xml:space="preserve">  </w:t>
      </w:r>
      <w:r w:rsidR="00CE5E93">
        <w:rPr>
          <w:rFonts w:ascii="Times New Roman" w:hAnsi="Times New Roman" w:cs="Times New Roman"/>
          <w:sz w:val="24"/>
          <w:szCs w:val="24"/>
        </w:rPr>
        <w:t xml:space="preserve">Points and Authorities: </w:t>
      </w:r>
      <w:r w:rsidR="006E093F" w:rsidRPr="0080415B">
        <w:rPr>
          <w:rFonts w:ascii="Times New Roman" w:hAnsi="Times New Roman" w:cs="Times New Roman"/>
          <w:b/>
          <w:sz w:val="24"/>
          <w:szCs w:val="24"/>
        </w:rPr>
        <w:t xml:space="preserve">[THIS IS WHERE YOU WRITE WHAT YOU ARE ASKING THE COURT FOR.  THERE IS NO </w:t>
      </w:r>
      <w:r w:rsidR="0004712F" w:rsidRPr="0080415B">
        <w:rPr>
          <w:rFonts w:ascii="Times New Roman" w:hAnsi="Times New Roman" w:cs="Times New Roman"/>
          <w:b/>
          <w:sz w:val="24"/>
          <w:szCs w:val="24"/>
        </w:rPr>
        <w:t>EXACT</w:t>
      </w:r>
      <w:r w:rsidR="006E093F" w:rsidRPr="0080415B">
        <w:rPr>
          <w:rFonts w:ascii="Times New Roman" w:hAnsi="Times New Roman" w:cs="Times New Roman"/>
          <w:b/>
          <w:sz w:val="24"/>
          <w:szCs w:val="24"/>
        </w:rPr>
        <w:t xml:space="preserve"> PHRASE OR SPECIFIC LANGUAGE THEY ARE EXPECTING.  CLEARLY AND ACCURATELY STATE WHAT YOU ARE LOOKING FOR AS PLAINLY AS POSSIBLE]</w:t>
      </w:r>
    </w:p>
    <w:p w14:paraId="1B9ACFDC" w14:textId="77777777" w:rsidR="00FA583C" w:rsidRPr="007F6FCF" w:rsidRDefault="00FA583C" w:rsidP="008235B4">
      <w:pPr>
        <w:rPr>
          <w:rFonts w:ascii="Times New Roman" w:hAnsi="Times New Roman" w:cs="Times New Roman"/>
          <w:sz w:val="24"/>
          <w:szCs w:val="24"/>
        </w:rPr>
      </w:pPr>
    </w:p>
    <w:p w14:paraId="1D24D8DB" w14:textId="77777777" w:rsidR="00FA583C" w:rsidRPr="007F6FCF" w:rsidRDefault="00FA583C" w:rsidP="008235B4">
      <w:pPr>
        <w:rPr>
          <w:rFonts w:ascii="Times New Roman" w:hAnsi="Times New Roman" w:cs="Times New Roman"/>
          <w:sz w:val="24"/>
          <w:szCs w:val="24"/>
        </w:rPr>
      </w:pPr>
    </w:p>
    <w:p w14:paraId="29A00A4C" w14:textId="77777777" w:rsidR="00CE5E93" w:rsidRPr="00CE5E93" w:rsidRDefault="00CE5E93" w:rsidP="008235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Date: </w:t>
      </w:r>
      <w:r w:rsidR="006E093F">
        <w:rPr>
          <w:rFonts w:ascii="Times New Roman" w:hAnsi="Times New Roman" w:cs="Times New Roman"/>
          <w:sz w:val="24"/>
          <w:szCs w:val="24"/>
          <w:u w:val="single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E093F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Signature</w:t>
      </w:r>
    </w:p>
    <w:sectPr w:rsidR="00CE5E93" w:rsidRPr="00CE5E93" w:rsidSect="00844AFF">
      <w:headerReference w:type="default" r:id="rId6"/>
      <w:footerReference w:type="default" r:id="rId7"/>
      <w:pgSz w:w="12240" w:h="15840" w:code="1"/>
      <w:pgMar w:top="-1440" w:right="720" w:bottom="-1440" w:left="1440" w:header="720" w:footer="432" w:gutter="0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AE890" w14:textId="77777777" w:rsidR="00300E31" w:rsidRDefault="00300E31">
      <w:r>
        <w:separator/>
      </w:r>
    </w:p>
  </w:endnote>
  <w:endnote w:type="continuationSeparator" w:id="0">
    <w:p w14:paraId="0BBDF446" w14:textId="77777777" w:rsidR="00300E31" w:rsidRDefault="0030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B159B" w14:textId="77777777" w:rsidR="00C156A1" w:rsidRDefault="001065B8" w:rsidP="008235B4">
    <w:pPr>
      <w:pStyle w:val="Footer"/>
      <w:jc w:val="center"/>
    </w:pPr>
    <w:r>
      <w:rPr>
        <w:noProof/>
      </w:rPr>
      <w:pict w14:anchorId="7FF3581B">
        <v:line id="_x0000_s2055" style="position:absolute;left:0;text-align:left;z-index:251659776" from="0,8.9pt" to="500.5pt,8.9pt"/>
      </w:pict>
    </w:r>
  </w:p>
  <w:p w14:paraId="6B48BE23" w14:textId="77777777" w:rsidR="008235B4" w:rsidRPr="007F6FCF" w:rsidRDefault="00696184" w:rsidP="008235B4">
    <w:pPr>
      <w:pStyle w:val="Footer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MOTION TO REOPEN TRAFFIC CASE</w:t>
    </w:r>
    <w:r w:rsidR="008235B4" w:rsidRPr="007F6FCF">
      <w:rPr>
        <w:rFonts w:ascii="Times New Roman" w:hAnsi="Times New Roman" w:cs="Times New Roman"/>
        <w:sz w:val="20"/>
      </w:rPr>
      <w:t xml:space="preserve"> </w:t>
    </w:r>
    <w:r w:rsidR="00343A44" w:rsidRPr="007F6FCF">
      <w:rPr>
        <w:rFonts w:ascii="Times New Roman" w:hAnsi="Times New Roman" w:cs="Times New Roman"/>
        <w:sz w:val="20"/>
      </w:rPr>
      <w:fldChar w:fldCharType="begin"/>
    </w:r>
    <w:r w:rsidR="008235B4" w:rsidRPr="007F6FCF">
      <w:rPr>
        <w:rFonts w:ascii="Times New Roman" w:hAnsi="Times New Roman" w:cs="Times New Roman"/>
        <w:sz w:val="20"/>
      </w:rPr>
      <w:instrText xml:space="preserve"> PAGE  \* MERGEFORMAT </w:instrText>
    </w:r>
    <w:r w:rsidR="00343A44" w:rsidRPr="007F6FCF">
      <w:rPr>
        <w:rFonts w:ascii="Times New Roman" w:hAnsi="Times New Roman" w:cs="Times New Roman"/>
        <w:sz w:val="20"/>
      </w:rPr>
      <w:fldChar w:fldCharType="separate"/>
    </w:r>
    <w:r w:rsidR="00B41929">
      <w:rPr>
        <w:rFonts w:ascii="Times New Roman" w:hAnsi="Times New Roman" w:cs="Times New Roman"/>
        <w:noProof/>
        <w:sz w:val="20"/>
      </w:rPr>
      <w:t>1</w:t>
    </w:r>
    <w:r w:rsidR="00343A44" w:rsidRPr="007F6FCF"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7DD0C" w14:textId="77777777" w:rsidR="00300E31" w:rsidRDefault="00300E31">
      <w:r>
        <w:separator/>
      </w:r>
    </w:p>
  </w:footnote>
  <w:footnote w:type="continuationSeparator" w:id="0">
    <w:p w14:paraId="662AA8D0" w14:textId="77777777" w:rsidR="00300E31" w:rsidRDefault="00300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1FA65" w14:textId="77777777" w:rsidR="008235B4" w:rsidRDefault="001065B8">
    <w:pPr>
      <w:pStyle w:val="Header"/>
    </w:pPr>
    <w:r>
      <w:rPr>
        <w:noProof/>
      </w:rPr>
      <w:pict w14:anchorId="5E3BCD6A">
        <v:shapetype id="_x0000_t202" coordsize="21600,21600" o:spt="202" path="m,l,21600r21600,l21600,xe">
          <v:stroke joinstyle="miter"/>
          <v:path gradientshapeok="t" o:connecttype="rect"/>
        </v:shapetype>
        <v:shape id="LineNumbers" o:spid="_x0000_s2052" type="#_x0000_t202" style="position:absolute;margin-left:-50.4pt;margin-top:0;width:36pt;height:9in;z-index:251658752;mso-wrap-style:tight;mso-position-horizontal-relative:margin;mso-position-vertical-relative:margin" stroked="f">
          <v:textbox style="mso-rotate-with-shape:t" inset="0,0,0,0">
            <w:txbxContent>
              <w:p w14:paraId="3587F95F" w14:textId="77777777" w:rsidR="008235B4" w:rsidRDefault="008235B4" w:rsidP="008235B4">
                <w:pPr>
                  <w:jc w:val="right"/>
                </w:pPr>
                <w:r>
                  <w:t>1</w:t>
                </w:r>
              </w:p>
              <w:p w14:paraId="3C768B34" w14:textId="77777777" w:rsidR="008235B4" w:rsidRDefault="008235B4" w:rsidP="008235B4">
                <w:pPr>
                  <w:jc w:val="right"/>
                </w:pPr>
                <w:r>
                  <w:t>2</w:t>
                </w:r>
              </w:p>
              <w:p w14:paraId="2AC70DA1" w14:textId="77777777" w:rsidR="008235B4" w:rsidRDefault="008235B4" w:rsidP="008235B4">
                <w:pPr>
                  <w:jc w:val="right"/>
                </w:pPr>
                <w:r>
                  <w:t>3</w:t>
                </w:r>
              </w:p>
              <w:p w14:paraId="316294C2" w14:textId="77777777" w:rsidR="008235B4" w:rsidRDefault="008235B4" w:rsidP="008235B4">
                <w:pPr>
                  <w:jc w:val="right"/>
                </w:pPr>
                <w:r>
                  <w:t>4</w:t>
                </w:r>
              </w:p>
              <w:p w14:paraId="2DF1A3F4" w14:textId="77777777" w:rsidR="008235B4" w:rsidRDefault="008235B4" w:rsidP="008235B4">
                <w:pPr>
                  <w:jc w:val="right"/>
                </w:pPr>
                <w:r>
                  <w:t>5</w:t>
                </w:r>
              </w:p>
              <w:p w14:paraId="2A2B9A70" w14:textId="77777777" w:rsidR="008235B4" w:rsidRDefault="008235B4" w:rsidP="008235B4">
                <w:pPr>
                  <w:jc w:val="right"/>
                </w:pPr>
                <w:r>
                  <w:t>6</w:t>
                </w:r>
              </w:p>
              <w:p w14:paraId="65D08983" w14:textId="77777777" w:rsidR="008235B4" w:rsidRDefault="008235B4" w:rsidP="008235B4">
                <w:pPr>
                  <w:jc w:val="right"/>
                </w:pPr>
                <w:r>
                  <w:t>7</w:t>
                </w:r>
              </w:p>
              <w:p w14:paraId="0C3843BB" w14:textId="77777777" w:rsidR="008235B4" w:rsidRDefault="008235B4" w:rsidP="008235B4">
                <w:pPr>
                  <w:jc w:val="right"/>
                </w:pPr>
                <w:r>
                  <w:t>8</w:t>
                </w:r>
              </w:p>
              <w:p w14:paraId="658B07F1" w14:textId="77777777" w:rsidR="008235B4" w:rsidRDefault="008235B4" w:rsidP="008235B4">
                <w:pPr>
                  <w:jc w:val="right"/>
                </w:pPr>
                <w:r>
                  <w:t>9</w:t>
                </w:r>
              </w:p>
              <w:p w14:paraId="21BC8C6F" w14:textId="77777777" w:rsidR="008235B4" w:rsidRDefault="008235B4" w:rsidP="008235B4">
                <w:pPr>
                  <w:jc w:val="right"/>
                </w:pPr>
                <w:r>
                  <w:t>10</w:t>
                </w:r>
              </w:p>
              <w:p w14:paraId="596436AB" w14:textId="77777777" w:rsidR="008235B4" w:rsidRDefault="008235B4" w:rsidP="008235B4">
                <w:pPr>
                  <w:jc w:val="right"/>
                </w:pPr>
                <w:r>
                  <w:t>11</w:t>
                </w:r>
              </w:p>
              <w:p w14:paraId="74922EBC" w14:textId="77777777" w:rsidR="008235B4" w:rsidRDefault="008235B4" w:rsidP="008235B4">
                <w:pPr>
                  <w:jc w:val="right"/>
                </w:pPr>
                <w:r>
                  <w:t>12</w:t>
                </w:r>
              </w:p>
              <w:p w14:paraId="2717E2BA" w14:textId="77777777" w:rsidR="008235B4" w:rsidRDefault="008235B4" w:rsidP="008235B4">
                <w:pPr>
                  <w:jc w:val="right"/>
                </w:pPr>
                <w:r>
                  <w:t>13</w:t>
                </w:r>
              </w:p>
              <w:p w14:paraId="5A61B9EF" w14:textId="77777777" w:rsidR="008235B4" w:rsidRDefault="008235B4" w:rsidP="008235B4">
                <w:pPr>
                  <w:jc w:val="right"/>
                </w:pPr>
                <w:r>
                  <w:t>14</w:t>
                </w:r>
              </w:p>
              <w:p w14:paraId="7226E0C9" w14:textId="77777777" w:rsidR="008235B4" w:rsidRDefault="008235B4" w:rsidP="008235B4">
                <w:pPr>
                  <w:jc w:val="right"/>
                </w:pPr>
                <w:r>
                  <w:t>15</w:t>
                </w:r>
              </w:p>
              <w:p w14:paraId="588A6C7D" w14:textId="77777777" w:rsidR="008235B4" w:rsidRDefault="008235B4" w:rsidP="008235B4">
                <w:pPr>
                  <w:jc w:val="right"/>
                </w:pPr>
                <w:r>
                  <w:t>16</w:t>
                </w:r>
              </w:p>
              <w:p w14:paraId="5170DFC9" w14:textId="77777777" w:rsidR="008235B4" w:rsidRDefault="008235B4" w:rsidP="008235B4">
                <w:pPr>
                  <w:jc w:val="right"/>
                </w:pPr>
                <w:r>
                  <w:t>17</w:t>
                </w:r>
              </w:p>
              <w:p w14:paraId="7245FCD4" w14:textId="77777777" w:rsidR="008235B4" w:rsidRDefault="008235B4" w:rsidP="008235B4">
                <w:pPr>
                  <w:jc w:val="right"/>
                </w:pPr>
                <w:r>
                  <w:t>18</w:t>
                </w:r>
              </w:p>
              <w:p w14:paraId="020156EB" w14:textId="77777777" w:rsidR="008235B4" w:rsidRDefault="008235B4" w:rsidP="008235B4">
                <w:pPr>
                  <w:jc w:val="right"/>
                </w:pPr>
                <w:r>
                  <w:t>19</w:t>
                </w:r>
              </w:p>
              <w:p w14:paraId="08701944" w14:textId="77777777" w:rsidR="008235B4" w:rsidRDefault="008235B4" w:rsidP="008235B4">
                <w:pPr>
                  <w:jc w:val="right"/>
                </w:pPr>
                <w:r>
                  <w:t>20</w:t>
                </w:r>
              </w:p>
              <w:p w14:paraId="4F85F968" w14:textId="77777777" w:rsidR="008235B4" w:rsidRDefault="008235B4" w:rsidP="008235B4">
                <w:pPr>
                  <w:jc w:val="right"/>
                </w:pPr>
                <w:r>
                  <w:t>21</w:t>
                </w:r>
              </w:p>
              <w:p w14:paraId="61BDE1FD" w14:textId="77777777" w:rsidR="008235B4" w:rsidRDefault="008235B4" w:rsidP="008235B4">
                <w:pPr>
                  <w:jc w:val="right"/>
                </w:pPr>
                <w:r>
                  <w:t>22</w:t>
                </w:r>
              </w:p>
              <w:p w14:paraId="4C9381F3" w14:textId="77777777" w:rsidR="008235B4" w:rsidRDefault="008235B4" w:rsidP="008235B4">
                <w:pPr>
                  <w:jc w:val="right"/>
                </w:pPr>
                <w:r>
                  <w:t>23</w:t>
                </w:r>
              </w:p>
              <w:p w14:paraId="51ED155A" w14:textId="77777777" w:rsidR="008235B4" w:rsidRDefault="008235B4" w:rsidP="008235B4">
                <w:pPr>
                  <w:jc w:val="right"/>
                </w:pPr>
                <w:r>
                  <w:t>24</w:t>
                </w:r>
              </w:p>
              <w:p w14:paraId="0F5901E1" w14:textId="77777777" w:rsidR="008235B4" w:rsidRDefault="008235B4" w:rsidP="008235B4">
                <w:pPr>
                  <w:jc w:val="right"/>
                </w:pPr>
                <w:r>
                  <w:t>25</w:t>
                </w:r>
              </w:p>
              <w:p w14:paraId="64A9C298" w14:textId="77777777" w:rsidR="008235B4" w:rsidRDefault="008235B4" w:rsidP="008235B4">
                <w:pPr>
                  <w:jc w:val="right"/>
                </w:pPr>
                <w:r>
                  <w:t>26</w:t>
                </w:r>
              </w:p>
              <w:p w14:paraId="5F9B215A" w14:textId="77777777" w:rsidR="008235B4" w:rsidRDefault="008235B4" w:rsidP="008235B4">
                <w:pPr>
                  <w:jc w:val="right"/>
                </w:pPr>
                <w:r>
                  <w:t>27</w:t>
                </w:r>
              </w:p>
              <w:p w14:paraId="5D5B5542" w14:textId="77777777" w:rsidR="008235B4" w:rsidRDefault="008235B4" w:rsidP="008235B4">
                <w:pPr>
                  <w:jc w:val="right"/>
                </w:pPr>
                <w:r>
                  <w:t>28</w:t>
                </w:r>
              </w:p>
              <w:p w14:paraId="13E29D78" w14:textId="77777777" w:rsidR="008235B4" w:rsidRDefault="008235B4" w:rsidP="008235B4">
                <w:pPr>
                  <w:jc w:val="right"/>
                </w:pPr>
              </w:p>
            </w:txbxContent>
          </v:textbox>
          <w10:wrap anchorx="margin" anchory="margin"/>
        </v:shape>
      </w:pict>
    </w:r>
    <w:r>
      <w:rPr>
        <w:noProof/>
      </w:rPr>
      <w:pict w14:anchorId="374444C8">
        <v:line id="RightBorder" o:spid="_x0000_s2051" style="position:absolute;z-index:251657728;mso-position-horizontal-relative:margin;mso-position-vertical-relative:page" from="7in,0" to="7in,11in">
          <w10:wrap anchorx="margin" anchory="page"/>
        </v:line>
      </w:pict>
    </w:r>
    <w:r>
      <w:rPr>
        <w:noProof/>
      </w:rPr>
      <w:pict w14:anchorId="510F8E5D">
        <v:line id="LeftBorder2" o:spid="_x0000_s2050" style="position:absolute;z-index:251656704;mso-position-horizontal-relative:margin;mso-position-vertical-relative:page" from="-7.2pt,0" to="-7.2pt,11in">
          <w10:wrap anchorx="margin" anchory="page"/>
        </v:line>
      </w:pict>
    </w:r>
    <w:r>
      <w:rPr>
        <w:noProof/>
      </w:rPr>
      <w:pict w14:anchorId="5CD55A3A">
        <v:line id="LeftBorder1" o:spid="_x0000_s2049" style="position:absolute;z-index:251655680;mso-position-horizontal-relative:margin;mso-position-vertical-relative:page" from="-3.6pt,0" to="-3.6pt,11in">
          <w10:wrap anchorx="margin" anchory="page"/>
        </v:lin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0"/>
  <w:drawingGridVerticalSpacing w:val="187"/>
  <w:displayHorizontalDrawingGridEvery w:val="2"/>
  <w:noPunctuationKerning/>
  <w:characterSpacingControl w:val="doNotCompress"/>
  <w:doNotValidateAgainstSchema/>
  <w:doNotDemarcateInvalidXml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ttorneyName" w:val="-1"/>
    <w:docVar w:name="CaptionBoxStyle" w:val="0"/>
    <w:docVar w:name="CourtAlignment" w:val="1"/>
    <w:docVar w:name="CourtName" w:val="SUPERIOR COURT OF THE STATE OF CALIFORNIA_x000a_COUNTY OF LOS ANGELES"/>
    <w:docVar w:name="FirmInFtr" w:val="0"/>
    <w:docVar w:name="FirmInSigBlkStyle" w:val="2"/>
    <w:docVar w:name="FirstLineNum" w:val="1"/>
    <w:docVar w:name="FirstPleadingLine" w:val="1"/>
    <w:docVar w:name="Font" w:val="Courier New"/>
    <w:docVar w:name="IncludeDate" w:val="-1"/>
    <w:docVar w:name="IncludeLineNumbers" w:val="-1"/>
    <w:docVar w:name="JudgeName" w:val="0"/>
    <w:docVar w:name="LeftBorderStyle" w:val="2"/>
    <w:docVar w:name="LineNumIncByOne" w:val="-1"/>
    <w:docVar w:name="LineSpacing" w:val="2"/>
    <w:docVar w:name="LinesPerPage" w:val="28"/>
    <w:docVar w:name="PageNumsInFtr" w:val="-1"/>
    <w:docVar w:name="RightBorderStyle" w:val="1"/>
    <w:docVar w:name="SigBlkYes" w:val="-1"/>
    <w:docVar w:name="SignWith" w:val=" "/>
    <w:docVar w:name="SummaryInFtr" w:val="-1"/>
  </w:docVars>
  <w:rsids>
    <w:rsidRoot w:val="00575AF2"/>
    <w:rsid w:val="000052A3"/>
    <w:rsid w:val="0003340C"/>
    <w:rsid w:val="000454BE"/>
    <w:rsid w:val="0004712F"/>
    <w:rsid w:val="00053170"/>
    <w:rsid w:val="00070793"/>
    <w:rsid w:val="00080880"/>
    <w:rsid w:val="00086088"/>
    <w:rsid w:val="000947E1"/>
    <w:rsid w:val="0009730D"/>
    <w:rsid w:val="000E7309"/>
    <w:rsid w:val="000F62CC"/>
    <w:rsid w:val="001065B8"/>
    <w:rsid w:val="001348F2"/>
    <w:rsid w:val="00150400"/>
    <w:rsid w:val="001E620B"/>
    <w:rsid w:val="001E6C7C"/>
    <w:rsid w:val="0020098E"/>
    <w:rsid w:val="00225FE3"/>
    <w:rsid w:val="002338FA"/>
    <w:rsid w:val="002942AB"/>
    <w:rsid w:val="002F448D"/>
    <w:rsid w:val="00300E31"/>
    <w:rsid w:val="0031542D"/>
    <w:rsid w:val="00342F6D"/>
    <w:rsid w:val="00343A44"/>
    <w:rsid w:val="00344E86"/>
    <w:rsid w:val="00364813"/>
    <w:rsid w:val="003B353E"/>
    <w:rsid w:val="003C41E6"/>
    <w:rsid w:val="003D53B7"/>
    <w:rsid w:val="003E184F"/>
    <w:rsid w:val="0043077F"/>
    <w:rsid w:val="00434B26"/>
    <w:rsid w:val="004562EE"/>
    <w:rsid w:val="0047540C"/>
    <w:rsid w:val="00485530"/>
    <w:rsid w:val="004B2FF4"/>
    <w:rsid w:val="004F64B7"/>
    <w:rsid w:val="005574C9"/>
    <w:rsid w:val="00575AF2"/>
    <w:rsid w:val="005F111D"/>
    <w:rsid w:val="00634447"/>
    <w:rsid w:val="0065382B"/>
    <w:rsid w:val="00683CF3"/>
    <w:rsid w:val="00696184"/>
    <w:rsid w:val="006A34C5"/>
    <w:rsid w:val="006C0C00"/>
    <w:rsid w:val="006C53E8"/>
    <w:rsid w:val="006D00F8"/>
    <w:rsid w:val="006E093F"/>
    <w:rsid w:val="007670A6"/>
    <w:rsid w:val="0077030A"/>
    <w:rsid w:val="00772D09"/>
    <w:rsid w:val="007C4D03"/>
    <w:rsid w:val="007F6FCF"/>
    <w:rsid w:val="0080415B"/>
    <w:rsid w:val="00822210"/>
    <w:rsid w:val="008235B4"/>
    <w:rsid w:val="00823705"/>
    <w:rsid w:val="00844AFF"/>
    <w:rsid w:val="0085186C"/>
    <w:rsid w:val="008A2FE0"/>
    <w:rsid w:val="008D1442"/>
    <w:rsid w:val="008D704C"/>
    <w:rsid w:val="00905D37"/>
    <w:rsid w:val="00924AF7"/>
    <w:rsid w:val="00956C86"/>
    <w:rsid w:val="00A15C32"/>
    <w:rsid w:val="00A374C5"/>
    <w:rsid w:val="00A937C8"/>
    <w:rsid w:val="00B04533"/>
    <w:rsid w:val="00B1019A"/>
    <w:rsid w:val="00B276B2"/>
    <w:rsid w:val="00B33FCB"/>
    <w:rsid w:val="00B41929"/>
    <w:rsid w:val="00B451EA"/>
    <w:rsid w:val="00B70138"/>
    <w:rsid w:val="00B817A4"/>
    <w:rsid w:val="00BB79E0"/>
    <w:rsid w:val="00BE4321"/>
    <w:rsid w:val="00BE589A"/>
    <w:rsid w:val="00BF1A28"/>
    <w:rsid w:val="00C156A1"/>
    <w:rsid w:val="00C1788A"/>
    <w:rsid w:val="00C36552"/>
    <w:rsid w:val="00C37D9A"/>
    <w:rsid w:val="00C57616"/>
    <w:rsid w:val="00C73D2D"/>
    <w:rsid w:val="00CC3C1C"/>
    <w:rsid w:val="00CE5E93"/>
    <w:rsid w:val="00D20A2C"/>
    <w:rsid w:val="00D32ED4"/>
    <w:rsid w:val="00D4680A"/>
    <w:rsid w:val="00D60D95"/>
    <w:rsid w:val="00DE56AE"/>
    <w:rsid w:val="00DF1013"/>
    <w:rsid w:val="00E277AD"/>
    <w:rsid w:val="00E40399"/>
    <w:rsid w:val="00E946B0"/>
    <w:rsid w:val="00EB200C"/>
    <w:rsid w:val="00ED2783"/>
    <w:rsid w:val="00EF687C"/>
    <w:rsid w:val="00F457FC"/>
    <w:rsid w:val="00F47457"/>
    <w:rsid w:val="00F7536D"/>
    <w:rsid w:val="00F80948"/>
    <w:rsid w:val="00FA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,"/>
  <w14:docId w14:val="6D91C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7D9A"/>
    <w:pPr>
      <w:spacing w:line="455" w:lineRule="exact"/>
    </w:pPr>
    <w:rPr>
      <w:rFonts w:ascii="Courier New" w:hAnsi="Courier New" w:cs="Courier New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Spacing">
    <w:name w:val="Single Spacing"/>
    <w:basedOn w:val="Normal"/>
    <w:rsid w:val="00C37D9A"/>
    <w:pPr>
      <w:spacing w:line="227" w:lineRule="exact"/>
    </w:pPr>
  </w:style>
  <w:style w:type="paragraph" w:customStyle="1" w:styleId="15Spacing">
    <w:name w:val="1.5 Spacing"/>
    <w:basedOn w:val="Normal"/>
    <w:rsid w:val="00C37D9A"/>
    <w:pPr>
      <w:spacing w:line="341" w:lineRule="exact"/>
    </w:pPr>
  </w:style>
  <w:style w:type="paragraph" w:customStyle="1" w:styleId="DoubleSpacing">
    <w:name w:val="Double Spacing"/>
    <w:basedOn w:val="Normal"/>
    <w:rsid w:val="00C37D9A"/>
  </w:style>
  <w:style w:type="paragraph" w:customStyle="1" w:styleId="AttorneyName">
    <w:name w:val="Attorney Name"/>
    <w:basedOn w:val="SingleSpacing"/>
    <w:rsid w:val="00C37D9A"/>
  </w:style>
  <w:style w:type="paragraph" w:customStyle="1" w:styleId="FirmName">
    <w:name w:val="Firm Name"/>
    <w:basedOn w:val="SingleSpacing"/>
    <w:rsid w:val="00C37D9A"/>
    <w:pPr>
      <w:jc w:val="center"/>
    </w:pPr>
  </w:style>
  <w:style w:type="paragraph" w:customStyle="1" w:styleId="SignatureBlock">
    <w:name w:val="Signature Block"/>
    <w:basedOn w:val="SingleSpacing"/>
    <w:rsid w:val="00C37D9A"/>
    <w:pPr>
      <w:ind w:left="5040"/>
    </w:pPr>
  </w:style>
  <w:style w:type="paragraph" w:styleId="Header">
    <w:name w:val="header"/>
    <w:basedOn w:val="Normal"/>
    <w:rsid w:val="00C37D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37D9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B20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nder.lacll\application%20data\microsoft\templates\Legal%20Pleadings\My%20Template......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My Template.......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Pleading Wizard</vt:lpstr>
    </vt:vector>
  </TitlesOfParts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Pleading Wizard</dc:title>
  <dc:creator/>
  <cp:lastModifiedBy/>
  <cp:revision>1</cp:revision>
  <cp:lastPrinted>2012-01-24T19:27:00Z</cp:lastPrinted>
  <dcterms:created xsi:type="dcterms:W3CDTF">2021-06-18T21:31:00Z</dcterms:created>
  <dcterms:modified xsi:type="dcterms:W3CDTF">2025-02-10T18:38:00Z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